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B4157" w:rsidRPr="00722959" w:rsidRDefault="00AB4157" w:rsidP="00AB4157">
      <w:pPr>
        <w:pStyle w:val="Heading1"/>
        <w:jc w:val="center"/>
        <w:rPr>
          <w:rFonts w:ascii="Times New Roman" w:hAnsi="Times New Roman"/>
          <w:b w:val="0"/>
          <w:smallCaps/>
          <w:shadow/>
        </w:rPr>
      </w:pPr>
      <w:r w:rsidRPr="00722959">
        <w:rPr>
          <w:rFonts w:ascii="Times New Roman" w:hAnsi="Times New Roman"/>
          <w:b w:val="0"/>
          <w:smallCaps/>
          <w:shadow/>
        </w:rPr>
        <w:t>Franklin Learning Center</w:t>
      </w:r>
    </w:p>
    <w:p w:rsidR="00AB4157" w:rsidRPr="00722959" w:rsidRDefault="00AB4157" w:rsidP="00AB4157">
      <w:pPr>
        <w:jc w:val="center"/>
      </w:pPr>
    </w:p>
    <w:p w:rsidR="00AB4157" w:rsidRPr="00722959" w:rsidRDefault="00AB4157" w:rsidP="00AB4157">
      <w:pPr>
        <w:jc w:val="center"/>
      </w:pPr>
      <w:r w:rsidRPr="00722959">
        <w:t>Learning Activity Packet</w:t>
      </w:r>
    </w:p>
    <w:p w:rsidR="00AB4157" w:rsidRPr="00722959" w:rsidRDefault="00AB4157" w:rsidP="00AB4157">
      <w:pPr>
        <w:jc w:val="center"/>
      </w:pPr>
    </w:p>
    <w:p w:rsidR="00AB4157" w:rsidRPr="00722959" w:rsidRDefault="00AB4157" w:rsidP="00AB4157">
      <w:r w:rsidRPr="00722959">
        <w:t xml:space="preserve">Subject:   </w:t>
      </w:r>
      <w:r w:rsidRPr="00722959">
        <w:tab/>
      </w:r>
      <w:r w:rsidRPr="00722959">
        <w:tab/>
      </w:r>
      <w:r w:rsidRPr="00722959">
        <w:tab/>
      </w:r>
      <w:r w:rsidRPr="00722959">
        <w:tab/>
      </w:r>
      <w:r w:rsidRPr="00722959">
        <w:tab/>
      </w:r>
      <w:r w:rsidRPr="00722959">
        <w:tab/>
        <w:t xml:space="preserve">Course # </w:t>
      </w:r>
    </w:p>
    <w:p w:rsidR="00AB4157" w:rsidRPr="00722959" w:rsidRDefault="00AB4157" w:rsidP="00AB4157">
      <w:pPr>
        <w:tabs>
          <w:tab w:val="left" w:pos="1440"/>
          <w:tab w:val="left" w:pos="2880"/>
        </w:tabs>
      </w:pPr>
      <w:r w:rsidRPr="00722959">
        <w:t>LAP #</w:t>
      </w:r>
      <w:r w:rsidRPr="00722959">
        <w:tab/>
      </w:r>
      <w:r w:rsidRPr="00722959">
        <w:tab/>
      </w:r>
      <w:r w:rsidRPr="00722959">
        <w:tab/>
      </w:r>
      <w:r w:rsidRPr="00722959">
        <w:tab/>
      </w:r>
      <w:r w:rsidRPr="00722959">
        <w:tab/>
        <w:t xml:space="preserve">Title: </w:t>
      </w:r>
    </w:p>
    <w:p w:rsidR="003206AC" w:rsidRPr="00255F87" w:rsidRDefault="00255F87" w:rsidP="00AB4157">
      <w:pPr>
        <w:rPr>
          <w:b/>
          <w:color w:val="000000"/>
        </w:rPr>
      </w:pPr>
      <w:r>
        <w:rPr>
          <w:b/>
        </w:rPr>
        <w:t>Standards:</w:t>
      </w:r>
    </w:p>
    <w:p w:rsidR="00AB4157" w:rsidRPr="00722959" w:rsidRDefault="003206AC" w:rsidP="00AB4157">
      <w:r w:rsidRPr="00722959">
        <w:rPr>
          <w:color w:val="000000"/>
        </w:rPr>
        <w:tab/>
      </w:r>
      <w:r w:rsidRPr="00722959">
        <w:rPr>
          <w:color w:val="000000"/>
        </w:rPr>
        <w:tab/>
      </w:r>
      <w:r w:rsidR="00722959" w:rsidRPr="00722959">
        <w:rPr>
          <w:color w:val="000000"/>
        </w:rPr>
        <w:t>5.3.9. Explain the election process and p</w:t>
      </w:r>
      <w:r w:rsidRPr="00722959">
        <w:rPr>
          <w:color w:val="000000"/>
        </w:rPr>
        <w:t>olitical parties</w:t>
      </w:r>
      <w:r w:rsidR="00722959" w:rsidRPr="00722959">
        <w:rPr>
          <w:color w:val="000000"/>
        </w:rPr>
        <w:t>’ role</w:t>
      </w:r>
    </w:p>
    <w:p w:rsidR="003206AC" w:rsidRPr="00722959" w:rsidRDefault="00722959" w:rsidP="003206AC">
      <w:pPr>
        <w:tabs>
          <w:tab w:val="left" w:pos="1440"/>
          <w:tab w:val="left" w:pos="3600"/>
        </w:tabs>
        <w:ind w:left="1440"/>
        <w:rPr>
          <w:color w:val="000000"/>
        </w:rPr>
      </w:pPr>
      <w:r w:rsidRPr="00722959">
        <w:rPr>
          <w:color w:val="000000"/>
        </w:rPr>
        <w:t xml:space="preserve">5.2.9. </w:t>
      </w:r>
      <w:r w:rsidR="003206AC" w:rsidRPr="00722959">
        <w:rPr>
          <w:color w:val="000000"/>
        </w:rPr>
        <w:t>Explain the importance of the political process to competent and responsible participation in civic life.</w:t>
      </w:r>
    </w:p>
    <w:p w:rsidR="00BB4B8E" w:rsidRDefault="00AB4157">
      <w:r w:rsidRPr="00722959">
        <w:t xml:space="preserve">A. </w:t>
      </w:r>
      <w:r w:rsidRPr="00722959">
        <w:tab/>
      </w:r>
      <w:r w:rsidRPr="00255F87">
        <w:rPr>
          <w:b/>
        </w:rPr>
        <w:t>Introduction</w:t>
      </w:r>
      <w:r w:rsidR="00BB4B8E" w:rsidRPr="00255F87">
        <w:rPr>
          <w:b/>
        </w:rPr>
        <w:t>:</w:t>
      </w:r>
      <w:r w:rsidR="00BB4B8E">
        <w:t xml:space="preserve">  Students will research a candidate’s stand on an issue and create promotion for he candidate based on the issue.  Students will use a wiki to collect and organize information and to collaborate.</w:t>
      </w:r>
      <w:r w:rsidR="00255F87">
        <w:t xml:space="preserve">  The students will choose the means by which to present their promotional </w:t>
      </w:r>
      <w:proofErr w:type="spellStart"/>
      <w:r w:rsidR="00255F87">
        <w:t>piecs</w:t>
      </w:r>
      <w:proofErr w:type="spellEnd"/>
      <w:r w:rsidR="00255F87">
        <w:t>.</w:t>
      </w:r>
    </w:p>
    <w:p w:rsidR="00AB4157" w:rsidRPr="00722959" w:rsidRDefault="00AB4157"/>
    <w:p w:rsidR="00E34A95" w:rsidRDefault="00AB4157" w:rsidP="00B90236">
      <w:r w:rsidRPr="00722959">
        <w:t>B.</w:t>
      </w:r>
      <w:r w:rsidRPr="00722959">
        <w:tab/>
      </w:r>
      <w:r w:rsidRPr="00255F87">
        <w:rPr>
          <w:b/>
        </w:rPr>
        <w:t>Behavioral Objectives</w:t>
      </w:r>
    </w:p>
    <w:p w:rsidR="00B90236" w:rsidRPr="00E34A95" w:rsidRDefault="00B90236" w:rsidP="00E34A95">
      <w:pPr>
        <w:pStyle w:val="ListParagraph"/>
        <w:numPr>
          <w:ilvl w:val="0"/>
          <w:numId w:val="12"/>
        </w:numPr>
      </w:pPr>
      <w:r w:rsidRPr="00E34A95">
        <w:rPr>
          <w:color w:val="000000"/>
        </w:rPr>
        <w:t>Research a political candidate’s position on a selected issue</w:t>
      </w:r>
    </w:p>
    <w:p w:rsidR="00B90236" w:rsidRPr="00E34A95" w:rsidRDefault="00B90236" w:rsidP="00E34A95">
      <w:pPr>
        <w:pStyle w:val="ListParagraph"/>
        <w:numPr>
          <w:ilvl w:val="0"/>
          <w:numId w:val="12"/>
        </w:numPr>
        <w:rPr>
          <w:color w:val="000000"/>
        </w:rPr>
      </w:pPr>
      <w:r w:rsidRPr="00E34A95">
        <w:rPr>
          <w:color w:val="000000"/>
        </w:rPr>
        <w:t>Investigate the importance of issue and its role in the election</w:t>
      </w:r>
    </w:p>
    <w:p w:rsidR="00B90236" w:rsidRPr="00E34A95" w:rsidRDefault="00B90236" w:rsidP="00E34A95">
      <w:pPr>
        <w:pStyle w:val="ListParagraph"/>
        <w:numPr>
          <w:ilvl w:val="0"/>
          <w:numId w:val="12"/>
        </w:numPr>
        <w:rPr>
          <w:color w:val="000000"/>
        </w:rPr>
      </w:pPr>
      <w:r w:rsidRPr="00E34A95">
        <w:rPr>
          <w:color w:val="000000"/>
        </w:rPr>
        <w:t>Collaborate with another student on the issues</w:t>
      </w:r>
    </w:p>
    <w:p w:rsidR="00B90236" w:rsidRPr="00E34A95" w:rsidRDefault="00B90236" w:rsidP="00E34A95">
      <w:pPr>
        <w:pStyle w:val="ListParagraph"/>
        <w:numPr>
          <w:ilvl w:val="0"/>
          <w:numId w:val="12"/>
        </w:numPr>
        <w:rPr>
          <w:color w:val="000000"/>
        </w:rPr>
      </w:pPr>
      <w:r w:rsidRPr="00E34A95">
        <w:rPr>
          <w:color w:val="000000"/>
        </w:rPr>
        <w:t>Create a promotion for a presidential candidate focusing on one issue</w:t>
      </w:r>
    </w:p>
    <w:p w:rsidR="00AB4157" w:rsidRPr="00722959" w:rsidRDefault="00AB4157" w:rsidP="00B90236"/>
    <w:p w:rsidR="00255F87" w:rsidRDefault="00AB4157" w:rsidP="00AB4157">
      <w:r w:rsidRPr="00722959">
        <w:t>C.</w:t>
      </w:r>
      <w:r w:rsidRPr="00722959">
        <w:tab/>
      </w:r>
      <w:r w:rsidRPr="00255F87">
        <w:rPr>
          <w:b/>
        </w:rPr>
        <w:t>Vocabulary</w:t>
      </w:r>
    </w:p>
    <w:p w:rsidR="00255F87" w:rsidRDefault="00255F87" w:rsidP="00255F87">
      <w:pPr>
        <w:pStyle w:val="ListParagraph"/>
        <w:numPr>
          <w:ilvl w:val="0"/>
          <w:numId w:val="15"/>
        </w:numPr>
      </w:pPr>
      <w:r>
        <w:t>Platform</w:t>
      </w:r>
    </w:p>
    <w:p w:rsidR="00255F87" w:rsidRDefault="00255F87" w:rsidP="00255F87">
      <w:pPr>
        <w:pStyle w:val="ListParagraph"/>
        <w:numPr>
          <w:ilvl w:val="0"/>
          <w:numId w:val="15"/>
        </w:numPr>
      </w:pPr>
      <w:r>
        <w:t>Plank</w:t>
      </w:r>
    </w:p>
    <w:p w:rsidR="00255F87" w:rsidRDefault="00255F87" w:rsidP="00255F87">
      <w:pPr>
        <w:pStyle w:val="ListParagraph"/>
        <w:numPr>
          <w:ilvl w:val="0"/>
          <w:numId w:val="15"/>
        </w:numPr>
      </w:pPr>
      <w:r>
        <w:t>Interest group</w:t>
      </w:r>
    </w:p>
    <w:p w:rsidR="00255F87" w:rsidRDefault="00255F87" w:rsidP="00255F87">
      <w:pPr>
        <w:pStyle w:val="ListParagraph"/>
        <w:numPr>
          <w:ilvl w:val="0"/>
          <w:numId w:val="15"/>
        </w:numPr>
      </w:pPr>
      <w:r>
        <w:t>Sound bite</w:t>
      </w:r>
    </w:p>
    <w:p w:rsidR="00AB4157" w:rsidRPr="00722959" w:rsidRDefault="00AB4157" w:rsidP="00255F87">
      <w:pPr>
        <w:pStyle w:val="ListParagraph"/>
        <w:numPr>
          <w:ilvl w:val="0"/>
          <w:numId w:val="15"/>
        </w:numPr>
      </w:pPr>
    </w:p>
    <w:p w:rsidR="00AB4157" w:rsidRPr="00722959" w:rsidRDefault="00AB4157" w:rsidP="00AB4157">
      <w:r w:rsidRPr="00722959">
        <w:tab/>
      </w:r>
    </w:p>
    <w:p w:rsidR="00E34A95" w:rsidRDefault="00AB4157" w:rsidP="00E34A95">
      <w:r w:rsidRPr="00722959">
        <w:t>D.</w:t>
      </w:r>
      <w:r w:rsidRPr="00722959">
        <w:tab/>
      </w:r>
      <w:r w:rsidRPr="00255F87">
        <w:rPr>
          <w:b/>
        </w:rPr>
        <w:t>Activities / Projects</w:t>
      </w:r>
    </w:p>
    <w:p w:rsidR="00E34A95" w:rsidRDefault="00906482" w:rsidP="00E34A95">
      <w:pPr>
        <w:pStyle w:val="ListParagraph"/>
        <w:numPr>
          <w:ilvl w:val="0"/>
          <w:numId w:val="13"/>
        </w:numPr>
      </w:pPr>
      <w:r w:rsidRPr="00722959">
        <w:t>Activity 1- Research and analyze the candidate’s position on a specific issue</w:t>
      </w:r>
    </w:p>
    <w:p w:rsidR="00906482" w:rsidRPr="00722959" w:rsidRDefault="00AB4157" w:rsidP="00E34A95">
      <w:pPr>
        <w:pStyle w:val="ListParagraph"/>
        <w:numPr>
          <w:ilvl w:val="0"/>
          <w:numId w:val="13"/>
        </w:numPr>
      </w:pPr>
      <w:r w:rsidRPr="00722959">
        <w:t xml:space="preserve">Activity 2 </w:t>
      </w:r>
      <w:r w:rsidR="00906482" w:rsidRPr="00722959">
        <w:t xml:space="preserve">Organize and record the candidate’s position on the PBL wiki </w:t>
      </w:r>
      <w:r w:rsidRPr="00722959">
        <w:t xml:space="preserve">Project 1  </w:t>
      </w:r>
    </w:p>
    <w:p w:rsidR="00906482" w:rsidRPr="00722959" w:rsidRDefault="00906482" w:rsidP="00906482">
      <w:pPr>
        <w:pStyle w:val="ListParagraph"/>
        <w:numPr>
          <w:ilvl w:val="1"/>
          <w:numId w:val="6"/>
        </w:numPr>
      </w:pPr>
      <w:r w:rsidRPr="00722959">
        <w:t>Connect the position to specific voter and interest groups</w:t>
      </w:r>
    </w:p>
    <w:p w:rsidR="00906482" w:rsidRPr="00722959" w:rsidRDefault="00906482" w:rsidP="00906482">
      <w:pPr>
        <w:pStyle w:val="ListParagraph"/>
        <w:numPr>
          <w:ilvl w:val="1"/>
          <w:numId w:val="6"/>
        </w:numPr>
      </w:pPr>
      <w:r w:rsidRPr="00722959">
        <w:t>Assess the importance of the issue in key states</w:t>
      </w:r>
    </w:p>
    <w:p w:rsidR="00E34A95" w:rsidRDefault="00906482" w:rsidP="00E34A95">
      <w:pPr>
        <w:pStyle w:val="ListParagraph"/>
        <w:numPr>
          <w:ilvl w:val="0"/>
          <w:numId w:val="6"/>
        </w:numPr>
        <w:ind w:left="720"/>
      </w:pPr>
      <w:r w:rsidRPr="00722959">
        <w:t>Activity 3-Collaborate with another student on the issues</w:t>
      </w:r>
      <w:r w:rsidR="00B90236" w:rsidRPr="00722959">
        <w:t xml:space="preserve"> (</w:t>
      </w:r>
      <w:r w:rsidRPr="00722959">
        <w:t xml:space="preserve">using the </w:t>
      </w:r>
      <w:r w:rsidR="00B90236" w:rsidRPr="00722959">
        <w:t xml:space="preserve">wiki </w:t>
      </w:r>
      <w:r w:rsidRPr="00722959">
        <w:t>discussion tab)</w:t>
      </w:r>
    </w:p>
    <w:p w:rsidR="00AB4157" w:rsidRPr="00722959" w:rsidRDefault="00E34A95" w:rsidP="00E34A95">
      <w:pPr>
        <w:pStyle w:val="ListParagraph"/>
        <w:numPr>
          <w:ilvl w:val="0"/>
          <w:numId w:val="6"/>
        </w:numPr>
        <w:ind w:left="720"/>
      </w:pPr>
      <w:r>
        <w:t>Activity 4-</w:t>
      </w:r>
      <w:r w:rsidR="00906482" w:rsidRPr="00722959">
        <w:t>Project-</w:t>
      </w:r>
      <w:r w:rsidR="009032A5" w:rsidRPr="00722959">
        <w:t xml:space="preserve">Create one </w:t>
      </w:r>
      <w:r w:rsidR="00255F87">
        <w:t>component</w:t>
      </w:r>
      <w:r w:rsidR="009032A5" w:rsidRPr="00722959">
        <w:t xml:space="preserve"> of a political campaign supporting either John McCain or Barak Obama</w:t>
      </w:r>
    </w:p>
    <w:p w:rsidR="009032A5" w:rsidRPr="00722959" w:rsidRDefault="009032A5" w:rsidP="00AB4157">
      <w:pPr>
        <w:pStyle w:val="ListParagraph"/>
        <w:numPr>
          <w:ilvl w:val="1"/>
          <w:numId w:val="6"/>
        </w:numPr>
      </w:pPr>
      <w:r w:rsidRPr="00722959">
        <w:t>Create one of the following reflecting the candidate’s position:</w:t>
      </w:r>
    </w:p>
    <w:p w:rsidR="009032A5" w:rsidRPr="00722959" w:rsidRDefault="009032A5" w:rsidP="009032A5">
      <w:pPr>
        <w:pStyle w:val="ListParagraph"/>
        <w:numPr>
          <w:ilvl w:val="2"/>
          <w:numId w:val="6"/>
        </w:numPr>
      </w:pPr>
      <w:r w:rsidRPr="00722959">
        <w:t xml:space="preserve">Campaign speech </w:t>
      </w:r>
    </w:p>
    <w:p w:rsidR="009032A5" w:rsidRPr="00722959" w:rsidRDefault="009032A5" w:rsidP="009032A5">
      <w:pPr>
        <w:pStyle w:val="ListParagraph"/>
        <w:numPr>
          <w:ilvl w:val="2"/>
          <w:numId w:val="6"/>
        </w:numPr>
      </w:pPr>
      <w:r w:rsidRPr="00722959">
        <w:t xml:space="preserve">30 </w:t>
      </w:r>
      <w:r w:rsidR="00182C8B">
        <w:t xml:space="preserve">second </w:t>
      </w:r>
      <w:r w:rsidRPr="00722959">
        <w:t>campaign ad</w:t>
      </w:r>
    </w:p>
    <w:p w:rsidR="009032A5" w:rsidRPr="00722959" w:rsidRDefault="009032A5" w:rsidP="009032A5">
      <w:pPr>
        <w:pStyle w:val="ListParagraph"/>
        <w:numPr>
          <w:ilvl w:val="2"/>
          <w:numId w:val="6"/>
        </w:numPr>
      </w:pPr>
      <w:r w:rsidRPr="00722959">
        <w:t>Editorial</w:t>
      </w:r>
    </w:p>
    <w:p w:rsidR="009032A5" w:rsidRPr="00722959" w:rsidRDefault="009032A5" w:rsidP="009032A5">
      <w:pPr>
        <w:pStyle w:val="ListParagraph"/>
        <w:numPr>
          <w:ilvl w:val="2"/>
          <w:numId w:val="6"/>
        </w:numPr>
      </w:pPr>
      <w:r w:rsidRPr="00722959">
        <w:t>Political Cartoon</w:t>
      </w:r>
    </w:p>
    <w:p w:rsidR="009032A5" w:rsidRPr="00722959" w:rsidRDefault="009032A5" w:rsidP="009032A5">
      <w:pPr>
        <w:pStyle w:val="ListParagraph"/>
        <w:numPr>
          <w:ilvl w:val="2"/>
          <w:numId w:val="6"/>
        </w:numPr>
      </w:pPr>
      <w:r w:rsidRPr="00722959">
        <w:t>Video</w:t>
      </w:r>
    </w:p>
    <w:p w:rsidR="009032A5" w:rsidRPr="00722959" w:rsidRDefault="009032A5" w:rsidP="009032A5">
      <w:pPr>
        <w:pStyle w:val="ListParagraph"/>
        <w:numPr>
          <w:ilvl w:val="2"/>
          <w:numId w:val="6"/>
        </w:numPr>
      </w:pPr>
      <w:r w:rsidRPr="00722959">
        <w:t>Podcast</w:t>
      </w:r>
    </w:p>
    <w:p w:rsidR="00AB4157" w:rsidRPr="00722959" w:rsidRDefault="00722959" w:rsidP="00AB4157">
      <w:pPr>
        <w:pStyle w:val="ListParagraph"/>
        <w:numPr>
          <w:ilvl w:val="2"/>
          <w:numId w:val="6"/>
        </w:numPr>
      </w:pPr>
      <w:r>
        <w:t>O</w:t>
      </w:r>
      <w:r w:rsidR="00906482" w:rsidRPr="00722959">
        <w:t>ther</w:t>
      </w:r>
    </w:p>
    <w:p w:rsidR="00AB4157" w:rsidRPr="00722959" w:rsidRDefault="00AB4157" w:rsidP="00AB4157">
      <w:r w:rsidRPr="00722959">
        <w:t>E.</w:t>
      </w:r>
      <w:r w:rsidRPr="00722959">
        <w:tab/>
      </w:r>
      <w:r w:rsidRPr="00255F87">
        <w:rPr>
          <w:b/>
        </w:rPr>
        <w:t>Resources</w:t>
      </w:r>
      <w:r w:rsidR="00906482" w:rsidRPr="00722959">
        <w:t>- Internet sites and resources</w:t>
      </w:r>
      <w:r w:rsidR="00255F87">
        <w:t>, PBL wiki</w:t>
      </w:r>
    </w:p>
    <w:p w:rsidR="00AB4157" w:rsidRPr="00722959" w:rsidRDefault="00AB4157" w:rsidP="00AB4157">
      <w:r w:rsidRPr="00722959">
        <w:t>F.</w:t>
      </w:r>
      <w:r w:rsidRPr="00722959">
        <w:tab/>
      </w:r>
      <w:r w:rsidRPr="00255F87">
        <w:rPr>
          <w:b/>
        </w:rPr>
        <w:t>Assessment</w:t>
      </w:r>
      <w:r w:rsidR="00E34A95" w:rsidRPr="00255F87">
        <w:rPr>
          <w:b/>
        </w:rPr>
        <w:t xml:space="preserve"> Rubric</w:t>
      </w:r>
    </w:p>
    <w:p w:rsidR="00AB4157" w:rsidRPr="00722959" w:rsidRDefault="00AB4157" w:rsidP="00AB4157">
      <w:pPr>
        <w:pStyle w:val="ListParagraph"/>
        <w:numPr>
          <w:ilvl w:val="0"/>
          <w:numId w:val="4"/>
        </w:numPr>
        <w:ind w:left="1440"/>
      </w:pPr>
      <w:r w:rsidRPr="00722959">
        <w:t>Activity 1 Assessment</w:t>
      </w:r>
      <w:r w:rsidR="00B22E5D" w:rsidRPr="00722959">
        <w:t>-</w:t>
      </w:r>
      <w:r w:rsidR="00127EBB" w:rsidRPr="00722959">
        <w:t>observation of student, in class observation</w:t>
      </w:r>
    </w:p>
    <w:p w:rsidR="00E01FFB" w:rsidRPr="00722959" w:rsidRDefault="00AB4157" w:rsidP="00AB4157">
      <w:pPr>
        <w:pStyle w:val="ListParagraph"/>
        <w:numPr>
          <w:ilvl w:val="0"/>
          <w:numId w:val="4"/>
        </w:numPr>
        <w:ind w:left="1440"/>
      </w:pPr>
      <w:r w:rsidRPr="00722959">
        <w:t>Activity 2 Assessment</w:t>
      </w:r>
      <w:r w:rsidR="00E01FFB" w:rsidRPr="00722959">
        <w:t xml:space="preserve"> of notes on wiki</w:t>
      </w:r>
    </w:p>
    <w:p w:rsidR="00AB4157" w:rsidRPr="00722959" w:rsidRDefault="00127EBB" w:rsidP="00AB4157">
      <w:pPr>
        <w:pStyle w:val="ListParagraph"/>
        <w:numPr>
          <w:ilvl w:val="0"/>
          <w:numId w:val="4"/>
        </w:numPr>
        <w:ind w:left="1440"/>
      </w:pPr>
      <w:r w:rsidRPr="00722959">
        <w:t>Activity 3 Review of discussions on the wiki, assess the quality of the discussion</w:t>
      </w:r>
    </w:p>
    <w:p w:rsidR="00AB4157" w:rsidRPr="00722959" w:rsidRDefault="00AB4157" w:rsidP="00AB4157">
      <w:pPr>
        <w:pStyle w:val="ListParagraph"/>
        <w:numPr>
          <w:ilvl w:val="0"/>
          <w:numId w:val="4"/>
        </w:numPr>
        <w:ind w:left="1440"/>
      </w:pPr>
      <w:r w:rsidRPr="00722959">
        <w:t>Project Rubric</w:t>
      </w:r>
      <w:r w:rsidR="00E01FFB" w:rsidRPr="00722959">
        <w:t>-content based</w:t>
      </w:r>
    </w:p>
    <w:p w:rsidR="00AB4157" w:rsidRPr="00722959" w:rsidRDefault="00AB4157" w:rsidP="00AB4157">
      <w:pPr>
        <w:pStyle w:val="ListParagraph"/>
        <w:ind w:left="1440"/>
      </w:pPr>
    </w:p>
    <w:p w:rsidR="00AB4157" w:rsidRPr="00722959" w:rsidRDefault="00AB4157" w:rsidP="00AB4157">
      <w:pPr>
        <w:numPr>
          <w:ilvl w:val="0"/>
          <w:numId w:val="8"/>
        </w:numPr>
        <w:tabs>
          <w:tab w:val="clear" w:pos="720"/>
        </w:tabs>
        <w:ind w:hanging="720"/>
      </w:pPr>
      <w:r w:rsidRPr="00722959">
        <w:t xml:space="preserve">  Instructional Accommodations / Alternative Assessments</w:t>
      </w:r>
      <w:r w:rsidR="00255F87">
        <w:t>-as needed</w:t>
      </w:r>
    </w:p>
    <w:sectPr w:rsidR="00AB4157" w:rsidRPr="00722959" w:rsidSect="00255F87">
      <w:pgSz w:w="12240" w:h="15840"/>
      <w:pgMar w:top="432" w:right="1440" w:bottom="432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B43090"/>
    <w:multiLevelType w:val="hybridMultilevel"/>
    <w:tmpl w:val="231C721E"/>
    <w:lvl w:ilvl="0" w:tplc="DCD2DD66">
      <w:start w:val="2"/>
      <w:numFmt w:val="bullet"/>
      <w:lvlText w:val="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D3A73"/>
    <w:multiLevelType w:val="hybridMultilevel"/>
    <w:tmpl w:val="FAD08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830460"/>
    <w:multiLevelType w:val="hybridMultilevel"/>
    <w:tmpl w:val="AB66D57A"/>
    <w:lvl w:ilvl="0" w:tplc="00150409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44B4A"/>
    <w:multiLevelType w:val="hybridMultilevel"/>
    <w:tmpl w:val="B4BC3A20"/>
    <w:lvl w:ilvl="0" w:tplc="BE9AB198">
      <w:start w:val="7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27100F"/>
    <w:multiLevelType w:val="hybridMultilevel"/>
    <w:tmpl w:val="980EF7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0B35DA4"/>
    <w:multiLevelType w:val="hybridMultilevel"/>
    <w:tmpl w:val="8C423BC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43A5638E"/>
    <w:multiLevelType w:val="hybridMultilevel"/>
    <w:tmpl w:val="1558483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4D544A03"/>
    <w:multiLevelType w:val="hybridMultilevel"/>
    <w:tmpl w:val="93BAB982"/>
    <w:lvl w:ilvl="0" w:tplc="04090001">
      <w:start w:val="2"/>
      <w:numFmt w:val="decimal"/>
      <w:lvlText w:val="%1."/>
      <w:lvlJc w:val="left"/>
      <w:pPr>
        <w:ind w:left="1440" w:hanging="360"/>
      </w:p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1C2428C"/>
    <w:multiLevelType w:val="hybridMultilevel"/>
    <w:tmpl w:val="4D8A17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5124A18"/>
    <w:multiLevelType w:val="hybridMultilevel"/>
    <w:tmpl w:val="7C30C5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262439"/>
    <w:multiLevelType w:val="hybridMultilevel"/>
    <w:tmpl w:val="D36A400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5AEE30CA"/>
    <w:multiLevelType w:val="hybridMultilevel"/>
    <w:tmpl w:val="E108A496"/>
    <w:lvl w:ilvl="0" w:tplc="04090001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E321DF"/>
    <w:multiLevelType w:val="hybridMultilevel"/>
    <w:tmpl w:val="3836E7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B957290"/>
    <w:multiLevelType w:val="hybridMultilevel"/>
    <w:tmpl w:val="AC4C8F2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78331204"/>
    <w:multiLevelType w:val="hybridMultilevel"/>
    <w:tmpl w:val="FAD08926"/>
    <w:lvl w:ilvl="0" w:tplc="04090001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5"/>
  </w:num>
  <w:num w:numId="5">
    <w:abstractNumId w:val="10"/>
  </w:num>
  <w:num w:numId="6">
    <w:abstractNumId w:val="7"/>
  </w:num>
  <w:num w:numId="7">
    <w:abstractNumId w:val="3"/>
  </w:num>
  <w:num w:numId="8">
    <w:abstractNumId w:val="2"/>
  </w:num>
  <w:num w:numId="9">
    <w:abstractNumId w:val="6"/>
  </w:num>
  <w:num w:numId="10">
    <w:abstractNumId w:val="8"/>
  </w:num>
  <w:num w:numId="11">
    <w:abstractNumId w:val="1"/>
  </w:num>
  <w:num w:numId="12">
    <w:abstractNumId w:val="14"/>
  </w:num>
  <w:num w:numId="13">
    <w:abstractNumId w:val="11"/>
  </w:num>
  <w:num w:numId="14">
    <w:abstractNumId w:val="9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attachedTemplate r:id="rId1"/>
  <w:stylePaneFormatFilter w:val="1004"/>
  <w:doNotTrackMoves/>
  <w:defaultTabStop w:val="720"/>
  <w:characterSpacingControl w:val="doNotCompress"/>
  <w:compat/>
  <w:rsids>
    <w:rsidRoot w:val="00AB4157"/>
    <w:rsid w:val="00127EBB"/>
    <w:rsid w:val="00182C8B"/>
    <w:rsid w:val="002253FD"/>
    <w:rsid w:val="0024417C"/>
    <w:rsid w:val="00255C2B"/>
    <w:rsid w:val="00255F87"/>
    <w:rsid w:val="003206AC"/>
    <w:rsid w:val="00357409"/>
    <w:rsid w:val="003601D8"/>
    <w:rsid w:val="005A67CE"/>
    <w:rsid w:val="00722959"/>
    <w:rsid w:val="00753730"/>
    <w:rsid w:val="00754AC7"/>
    <w:rsid w:val="009032A5"/>
    <w:rsid w:val="00906482"/>
    <w:rsid w:val="00AB4157"/>
    <w:rsid w:val="00B22E5D"/>
    <w:rsid w:val="00B90236"/>
    <w:rsid w:val="00BB4B8E"/>
    <w:rsid w:val="00E01FFB"/>
    <w:rsid w:val="00E34A95"/>
    <w:rsid w:val="00FF612E"/>
  </w:rsids>
  <m:mathPr>
    <m:mathFont m:val="Copperplate Gothic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B4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32B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432B46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432B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dehrh:Library:Mail%20Downloads:LAP%20Template-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LAP Template-2.dot</Template>
  <TotalTime>0</TotalTime>
  <Pages>1</Pages>
  <Words>276</Words>
  <Characters>1575</Characters>
  <Application>Microsoft Word 12.1.0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FRANKLIN LEARNING CENTER</dc:title>
  <dc:subject/>
  <dc:creator>David Ehrhart</dc:creator>
  <cp:keywords/>
  <dc:description/>
  <cp:lastModifiedBy>David Ehrhart</cp:lastModifiedBy>
  <cp:revision>3</cp:revision>
  <cp:lastPrinted>2008-06-21T10:22:00Z</cp:lastPrinted>
  <dcterms:created xsi:type="dcterms:W3CDTF">2008-06-22T15:36:00Z</dcterms:created>
  <dcterms:modified xsi:type="dcterms:W3CDTF">2008-06-22T21:25:00Z</dcterms:modified>
</cp:coreProperties>
</file>